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813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537C7A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3764522</wp:posOffset>
                      </wp:positionH>
                      <wp:positionV relativeFrom="paragraph">
                        <wp:posOffset>1235508</wp:posOffset>
                      </wp:positionV>
                      <wp:extent cx="30858" cy="236136"/>
                      <wp:effectExtent l="0" t="19050" r="26670" b="12065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58" cy="236136"/>
                              </a:xfrm>
                              <a:custGeom>
                                <a:avLst/>
                                <a:gdLst>
                                  <a:gd name="connsiteX0" fmla="*/ 25933 w 30858"/>
                                  <a:gd name="connsiteY0" fmla="*/ 236136 h 236136"/>
                                  <a:gd name="connsiteX1" fmla="*/ 25933 w 30858"/>
                                  <a:gd name="connsiteY1" fmla="*/ 15072 h 236136"/>
                                  <a:gd name="connsiteX2" fmla="*/ 15884 w 30858"/>
                                  <a:gd name="connsiteY2" fmla="*/ 0 h 236136"/>
                                  <a:gd name="connsiteX3" fmla="*/ 812 w 30858"/>
                                  <a:gd name="connsiteY3" fmla="*/ 5024 h 236136"/>
                                  <a:gd name="connsiteX4" fmla="*/ 5836 w 30858"/>
                                  <a:gd name="connsiteY4" fmla="*/ 50241 h 236136"/>
                                  <a:gd name="connsiteX5" fmla="*/ 10860 w 30858"/>
                                  <a:gd name="connsiteY5" fmla="*/ 80386 h 236136"/>
                                  <a:gd name="connsiteX6" fmla="*/ 20908 w 30858"/>
                                  <a:gd name="connsiteY6" fmla="*/ 145701 h 236136"/>
                                  <a:gd name="connsiteX7" fmla="*/ 25933 w 30858"/>
                                  <a:gd name="connsiteY7" fmla="*/ 216039 h 236136"/>
                                  <a:gd name="connsiteX8" fmla="*/ 25933 w 30858"/>
                                  <a:gd name="connsiteY8" fmla="*/ 236136 h 2361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0858" h="236136">
                                    <a:moveTo>
                                      <a:pt x="25933" y="236136"/>
                                    </a:moveTo>
                                    <a:cubicBezTo>
                                      <a:pt x="25933" y="202642"/>
                                      <a:pt x="37016" y="155446"/>
                                      <a:pt x="25933" y="15072"/>
                                    </a:cubicBezTo>
                                    <a:cubicBezTo>
                                      <a:pt x="25458" y="9052"/>
                                      <a:pt x="19234" y="5024"/>
                                      <a:pt x="15884" y="0"/>
                                    </a:cubicBezTo>
                                    <a:cubicBezTo>
                                      <a:pt x="10860" y="1675"/>
                                      <a:pt x="1851" y="-169"/>
                                      <a:pt x="812" y="5024"/>
                                    </a:cubicBezTo>
                                    <a:cubicBezTo>
                                      <a:pt x="-2162" y="19895"/>
                                      <a:pt x="3832" y="35209"/>
                                      <a:pt x="5836" y="50241"/>
                                    </a:cubicBezTo>
                                    <a:cubicBezTo>
                                      <a:pt x="7182" y="60339"/>
                                      <a:pt x="9311" y="70318"/>
                                      <a:pt x="10860" y="80386"/>
                                    </a:cubicBezTo>
                                    <a:cubicBezTo>
                                      <a:pt x="23789" y="164429"/>
                                      <a:pt x="8376" y="70508"/>
                                      <a:pt x="20908" y="145701"/>
                                    </a:cubicBezTo>
                                    <a:cubicBezTo>
                                      <a:pt x="22583" y="169147"/>
                                      <a:pt x="25933" y="192533"/>
                                      <a:pt x="25933" y="216039"/>
                                    </a:cubicBezTo>
                                    <a:lnTo>
                                      <a:pt x="25933" y="2361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296.4pt;margin-top:97.3pt;width:2.45pt;height:1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858,23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" path="m25933,236136v,-33494,11083,-80690,,-221064c25458,9052,19234,5024,15884,,10860,1675,1851,-169,812,5024,-2162,19895,3832,35209,5836,50241v1346,10098,3475,20077,5024,30145c23789,164429,8376,70508,20908,145701v1675,23446,5025,46832,5025,70338l25933,236136xe" fillcolor="#7f7f7f [1612]" strokecolor="#7f7f7f [1612]" strokeweight="1pt">
                      <v:stroke joinstyle="miter"/>
                      <v:path arrowok="t" o:connecttype="custom" o:connectlocs="25933,236136;25933,15072;15884,0;812,5024;5836,50241;10860,80386;20908,145701;25933,216039;25933,23613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2608125</wp:posOffset>
                      </wp:positionH>
                      <wp:positionV relativeFrom="paragraph">
                        <wp:posOffset>1230483</wp:posOffset>
                      </wp:positionV>
                      <wp:extent cx="46866" cy="218474"/>
                      <wp:effectExtent l="0" t="38100" r="10795" b="10160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6" cy="218474"/>
                              </a:xfrm>
                              <a:custGeom>
                                <a:avLst/>
                                <a:gdLst>
                                  <a:gd name="connsiteX0" fmla="*/ 26769 w 46866"/>
                                  <a:gd name="connsiteY0" fmla="*/ 216040 h 218474"/>
                                  <a:gd name="connsiteX1" fmla="*/ 1648 w 46866"/>
                                  <a:gd name="connsiteY1" fmla="*/ 205992 h 218474"/>
                                  <a:gd name="connsiteX2" fmla="*/ 6672 w 46866"/>
                                  <a:gd name="connsiteY2" fmla="*/ 165798 h 218474"/>
                                  <a:gd name="connsiteX3" fmla="*/ 11697 w 46866"/>
                                  <a:gd name="connsiteY3" fmla="*/ 145702 h 218474"/>
                                  <a:gd name="connsiteX4" fmla="*/ 16721 w 46866"/>
                                  <a:gd name="connsiteY4" fmla="*/ 110532 h 218474"/>
                                  <a:gd name="connsiteX5" fmla="*/ 26769 w 46866"/>
                                  <a:gd name="connsiteY5" fmla="*/ 80387 h 218474"/>
                                  <a:gd name="connsiteX6" fmla="*/ 36817 w 46866"/>
                                  <a:gd name="connsiteY6" fmla="*/ 15073 h 218474"/>
                                  <a:gd name="connsiteX7" fmla="*/ 41842 w 46866"/>
                                  <a:gd name="connsiteY7" fmla="*/ 0 h 218474"/>
                                  <a:gd name="connsiteX8" fmla="*/ 46866 w 46866"/>
                                  <a:gd name="connsiteY8" fmla="*/ 15073 h 218474"/>
                                  <a:gd name="connsiteX9" fmla="*/ 41842 w 46866"/>
                                  <a:gd name="connsiteY9" fmla="*/ 75363 h 218474"/>
                                  <a:gd name="connsiteX10" fmla="*/ 36817 w 46866"/>
                                  <a:gd name="connsiteY10" fmla="*/ 90436 h 218474"/>
                                  <a:gd name="connsiteX11" fmla="*/ 31793 w 46866"/>
                                  <a:gd name="connsiteY11" fmla="*/ 110532 h 218474"/>
                                  <a:gd name="connsiteX12" fmla="*/ 26769 w 46866"/>
                                  <a:gd name="connsiteY12" fmla="*/ 125605 h 218474"/>
                                  <a:gd name="connsiteX13" fmla="*/ 21745 w 46866"/>
                                  <a:gd name="connsiteY13" fmla="*/ 150726 h 218474"/>
                                  <a:gd name="connsiteX14" fmla="*/ 16721 w 46866"/>
                                  <a:gd name="connsiteY14" fmla="*/ 165798 h 218474"/>
                                  <a:gd name="connsiteX15" fmla="*/ 26769 w 46866"/>
                                  <a:gd name="connsiteY15" fmla="*/ 216040 h 218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6866" h="218474">
                                    <a:moveTo>
                                      <a:pt x="26769" y="216040"/>
                                    </a:moveTo>
                                    <a:cubicBezTo>
                                      <a:pt x="24257" y="222739"/>
                                      <a:pt x="4997" y="214366"/>
                                      <a:pt x="1648" y="205992"/>
                                    </a:cubicBezTo>
                                    <a:cubicBezTo>
                                      <a:pt x="-3367" y="193455"/>
                                      <a:pt x="4452" y="179117"/>
                                      <a:pt x="6672" y="165798"/>
                                    </a:cubicBezTo>
                                    <a:cubicBezTo>
                                      <a:pt x="7807" y="158987"/>
                                      <a:pt x="10462" y="152496"/>
                                      <a:pt x="11697" y="145702"/>
                                    </a:cubicBezTo>
                                    <a:cubicBezTo>
                                      <a:pt x="13816" y="134051"/>
                                      <a:pt x="14058" y="122071"/>
                                      <a:pt x="16721" y="110532"/>
                                    </a:cubicBezTo>
                                    <a:cubicBezTo>
                                      <a:pt x="19103" y="100211"/>
                                      <a:pt x="26769" y="80387"/>
                                      <a:pt x="26769" y="80387"/>
                                    </a:cubicBezTo>
                                    <a:cubicBezTo>
                                      <a:pt x="29819" y="55988"/>
                                      <a:pt x="31064" y="38085"/>
                                      <a:pt x="36817" y="15073"/>
                                    </a:cubicBezTo>
                                    <a:cubicBezTo>
                                      <a:pt x="38102" y="9935"/>
                                      <a:pt x="40167" y="5024"/>
                                      <a:pt x="41842" y="0"/>
                                    </a:cubicBezTo>
                                    <a:cubicBezTo>
                                      <a:pt x="43517" y="5024"/>
                                      <a:pt x="46866" y="9777"/>
                                      <a:pt x="46866" y="15073"/>
                                    </a:cubicBezTo>
                                    <a:cubicBezTo>
                                      <a:pt x="46866" y="35239"/>
                                      <a:pt x="44507" y="55374"/>
                                      <a:pt x="41842" y="75363"/>
                                    </a:cubicBezTo>
                                    <a:cubicBezTo>
                                      <a:pt x="41142" y="80613"/>
                                      <a:pt x="38272" y="85344"/>
                                      <a:pt x="36817" y="90436"/>
                                    </a:cubicBezTo>
                                    <a:cubicBezTo>
                                      <a:pt x="34920" y="97075"/>
                                      <a:pt x="33690" y="103893"/>
                                      <a:pt x="31793" y="110532"/>
                                    </a:cubicBezTo>
                                    <a:cubicBezTo>
                                      <a:pt x="30338" y="115624"/>
                                      <a:pt x="28053" y="120467"/>
                                      <a:pt x="26769" y="125605"/>
                                    </a:cubicBezTo>
                                    <a:cubicBezTo>
                                      <a:pt x="24698" y="133890"/>
                                      <a:pt x="23816" y="142441"/>
                                      <a:pt x="21745" y="150726"/>
                                    </a:cubicBezTo>
                                    <a:cubicBezTo>
                                      <a:pt x="20461" y="155864"/>
                                      <a:pt x="17051" y="160513"/>
                                      <a:pt x="16721" y="165798"/>
                                    </a:cubicBezTo>
                                    <a:cubicBezTo>
                                      <a:pt x="15363" y="187527"/>
                                      <a:pt x="29281" y="209341"/>
                                      <a:pt x="26769" y="216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05.35pt;margin-top:96.9pt;width:3.7pt;height:1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866,218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" path="m26769,216040c24257,222739,4997,214366,1648,205992,-3367,193455,4452,179117,6672,165798v1135,-6811,3790,-13302,5025,-20096c13816,134051,14058,122071,16721,110532,19103,100211,26769,80387,26769,80387,29819,55988,31064,38085,36817,15073,38102,9935,40167,5024,41842,v1675,5024,5024,9777,5024,15073c46866,35239,44507,55374,41842,75363v-700,5250,-3570,9981,-5025,15073c34920,97075,33690,103893,31793,110532v-1455,5092,-3740,9935,-5024,15073c24698,133890,23816,142441,21745,150726v-1284,5138,-4694,9787,-5024,15072c15363,187527,29281,209341,26769,216040xe" fillcolor="#7f7f7f [1612]" strokecolor="#7f7f7f [1612]" strokeweight="1pt">
                      <v:stroke joinstyle="miter"/>
                      <v:path arrowok="t" o:connecttype="custom" o:connectlocs="26769,216040;1648,205992;6672,165798;11697,145702;16721,110532;26769,80387;36817,15073;41842,0;46866,15073;41842,75363;36817,90436;31793,110532;26769,125605;21745,150726;16721,165798;26769,216040" o:connectangles="0,0,0,0,0,0,0,0,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08131D">
              <w:rPr>
                <w:rFonts w:ascii="Arial" w:hAnsi="Arial"/>
                <w:kern w:val="12"/>
                <w:sz w:val="20"/>
                <w:szCs w:val="20"/>
              </w:rPr>
              <w:t>k Systolic Velocity (PSV) = 0.38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</w:t>
            </w:r>
            <w:r w:rsidR="0008131D">
              <w:rPr>
                <w:rFonts w:ascii="Arial" w:hAnsi="Arial"/>
                <w:kern w:val="12"/>
                <w:sz w:val="20"/>
                <w:szCs w:val="20"/>
              </w:rPr>
              <w:t xml:space="preserve"> Velocity (PSV) = 0.63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08131D">
              <w:rPr>
                <w:rFonts w:ascii="Arial" w:hAnsi="Arial"/>
                <w:kern w:val="12"/>
                <w:sz w:val="20"/>
                <w:szCs w:val="20"/>
              </w:rPr>
              <w:t>ocity (EDV) = 0.20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CE68E9" w:rsidP="009D4370">
            <w:pPr>
              <w:pStyle w:val="CUSTOMColumnText"/>
            </w:pPr>
            <w:r>
              <w:rPr>
                <w:sz w:val="21"/>
                <w:szCs w:val="21"/>
              </w:rPr>
              <w:lastRenderedPageBreak/>
              <w:t xml:space="preserve">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8131D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55C1F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2019-07-24T15:10:00Z</dcterms:created>
  <dcterms:modified xsi:type="dcterms:W3CDTF">2019-10-15T13:37:00Z</dcterms:modified>
</cp:coreProperties>
</file>